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6C8CB" w14:textId="39FC7D50" w:rsidR="009D5693" w:rsidRDefault="00A32F16" w:rsidP="00E908B7">
      <w:pPr>
        <w:pStyle w:val="Heading1"/>
      </w:pPr>
      <w:r>
        <w:t>moments to mulaqat</w:t>
      </w:r>
    </w:p>
    <w:p w14:paraId="5AD2118D" w14:textId="123DB10A" w:rsidR="00A1703B" w:rsidRDefault="00A32F16" w:rsidP="00E908B7">
      <w:pPr>
        <w:pStyle w:val="Heading2"/>
      </w:pPr>
      <w:r>
        <w:t>Episode 1</w:t>
      </w:r>
    </w:p>
    <w:p w14:paraId="0DAECD49" w14:textId="1A36CBEE" w:rsidR="00A32F16" w:rsidRPr="00A32F16" w:rsidRDefault="00A32F16" w:rsidP="00A32F16">
      <w:r w:rsidRPr="00A32F16">
        <w:rPr>
          <w:rFonts w:eastAsiaTheme="majorEastAsia" w:cstheme="majorBidi"/>
          <w:b/>
          <w:bCs/>
          <w:color w:val="685539" w:themeColor="accent1" w:themeShade="BF"/>
        </w:rPr>
        <w:t>How do you want to show up for Didar?</w:t>
      </w:r>
    </w:p>
    <w:p w14:paraId="0606265D" w14:textId="41011347" w:rsidR="00A32F16" w:rsidRDefault="00A32F16" w:rsidP="00A32F16">
      <w:pPr>
        <w:numPr>
          <w:ilvl w:val="0"/>
          <w:numId w:val="5"/>
        </w:numPr>
      </w:pPr>
      <w:r w:rsidRPr="00A32F16">
        <w:t xml:space="preserve">How do you want to meet this Didar experience? </w:t>
      </w:r>
      <w:r>
        <w:t xml:space="preserve">E.g. </w:t>
      </w:r>
      <w:r w:rsidRPr="00A32F16">
        <w:t>curiosity, humility, receptivity, open-hearted</w:t>
      </w:r>
    </w:p>
    <w:p w14:paraId="6969A6D3" w14:textId="77777777" w:rsidR="002C389A" w:rsidRDefault="002C389A" w:rsidP="002C389A">
      <w:pPr>
        <w:pStyle w:val="ListParagraph"/>
        <w:numPr>
          <w:ilvl w:val="0"/>
          <w:numId w:val="14"/>
        </w:numPr>
      </w:pPr>
    </w:p>
    <w:p w14:paraId="2AE26AAE" w14:textId="77777777" w:rsidR="00A32F16" w:rsidRDefault="00A32F16" w:rsidP="002C389A">
      <w:pPr>
        <w:pStyle w:val="ListParagraph"/>
        <w:numPr>
          <w:ilvl w:val="0"/>
          <w:numId w:val="14"/>
        </w:numPr>
      </w:pPr>
    </w:p>
    <w:p w14:paraId="71008DAF" w14:textId="77777777" w:rsidR="00A32F16" w:rsidRDefault="00A32F16" w:rsidP="002C389A">
      <w:pPr>
        <w:pStyle w:val="ListParagraph"/>
        <w:numPr>
          <w:ilvl w:val="0"/>
          <w:numId w:val="14"/>
        </w:numPr>
      </w:pPr>
    </w:p>
    <w:p w14:paraId="446CBCD3" w14:textId="77777777" w:rsidR="00A32F16" w:rsidRPr="00A32F16" w:rsidRDefault="00A32F16" w:rsidP="00A32F16">
      <w:pPr>
        <w:ind w:left="360"/>
      </w:pPr>
    </w:p>
    <w:p w14:paraId="34FA8425" w14:textId="77777777" w:rsidR="00A32F16" w:rsidRDefault="00A32F16" w:rsidP="00A32F16">
      <w:pPr>
        <w:numPr>
          <w:ilvl w:val="0"/>
          <w:numId w:val="5"/>
        </w:numPr>
      </w:pPr>
      <w:r w:rsidRPr="00A32F16">
        <w:t>What do you hope to receive, learn or understand over the next 4 weeks? </w:t>
      </w:r>
    </w:p>
    <w:p w14:paraId="0684394A" w14:textId="169E4A8F" w:rsidR="002C389A" w:rsidRDefault="002C389A" w:rsidP="002C389A">
      <w:pPr>
        <w:pStyle w:val="ListParagraph"/>
        <w:numPr>
          <w:ilvl w:val="0"/>
          <w:numId w:val="14"/>
        </w:numPr>
      </w:pPr>
    </w:p>
    <w:p w14:paraId="6A7F686D" w14:textId="1DD35355" w:rsidR="002C389A" w:rsidRDefault="002C389A" w:rsidP="002C389A">
      <w:pPr>
        <w:pStyle w:val="ListParagraph"/>
        <w:numPr>
          <w:ilvl w:val="0"/>
          <w:numId w:val="14"/>
        </w:numPr>
      </w:pPr>
    </w:p>
    <w:p w14:paraId="73EF5E3E" w14:textId="4DFB7DE4" w:rsidR="002C389A" w:rsidRDefault="002C389A" w:rsidP="002C389A">
      <w:pPr>
        <w:pStyle w:val="ListParagraph"/>
        <w:numPr>
          <w:ilvl w:val="0"/>
          <w:numId w:val="14"/>
        </w:numPr>
      </w:pPr>
    </w:p>
    <w:p w14:paraId="38B228E9" w14:textId="77777777" w:rsidR="00A32F16" w:rsidRPr="00A32F16" w:rsidRDefault="00A32F16" w:rsidP="00A32F16"/>
    <w:p w14:paraId="09AC486D" w14:textId="25D84451" w:rsidR="00A32F16" w:rsidRDefault="00A32F16" w:rsidP="00A32F16">
      <w:pPr>
        <w:numPr>
          <w:ilvl w:val="0"/>
          <w:numId w:val="5"/>
        </w:numPr>
      </w:pPr>
      <w:r w:rsidRPr="00A32F16">
        <w:t xml:space="preserve">What would help you to achieve that? </w:t>
      </w:r>
    </w:p>
    <w:p w14:paraId="7CF49900" w14:textId="177E360C" w:rsidR="00CE2D62" w:rsidRDefault="00CE2D62" w:rsidP="00CE2D62">
      <w:pPr>
        <w:pStyle w:val="ListParagraph"/>
        <w:numPr>
          <w:ilvl w:val="0"/>
          <w:numId w:val="14"/>
        </w:numPr>
      </w:pPr>
    </w:p>
    <w:p w14:paraId="6B3B2D81" w14:textId="4E471C8B" w:rsidR="00CE2D62" w:rsidRDefault="00CE2D62" w:rsidP="00CE2D62">
      <w:pPr>
        <w:pStyle w:val="ListParagraph"/>
        <w:numPr>
          <w:ilvl w:val="0"/>
          <w:numId w:val="14"/>
        </w:numPr>
      </w:pPr>
    </w:p>
    <w:p w14:paraId="40AD8686" w14:textId="77777777" w:rsidR="00A32F16" w:rsidRDefault="00A32F16" w:rsidP="00CE2D62">
      <w:pPr>
        <w:pStyle w:val="ListParagraph"/>
        <w:numPr>
          <w:ilvl w:val="0"/>
          <w:numId w:val="14"/>
        </w:numPr>
      </w:pPr>
    </w:p>
    <w:p w14:paraId="359AA2E1" w14:textId="77777777" w:rsidR="00A32F16" w:rsidRPr="00A32F16" w:rsidRDefault="00A32F16" w:rsidP="00A32F16">
      <w:pPr>
        <w:ind w:left="360"/>
      </w:pPr>
    </w:p>
    <w:p w14:paraId="31632DED" w14:textId="77777777" w:rsidR="00A32F16" w:rsidRDefault="00A32F16" w:rsidP="00A32F16">
      <w:pPr>
        <w:numPr>
          <w:ilvl w:val="0"/>
          <w:numId w:val="5"/>
        </w:numPr>
      </w:pPr>
      <w:r w:rsidRPr="00A32F16">
        <w:t>How will this facilitate your spiritual growth? What does spiritual growth mean to you? What do you hope spiritual growth will look like for you?</w:t>
      </w:r>
    </w:p>
    <w:p w14:paraId="6A771137" w14:textId="3C3286E7" w:rsidR="00CE2D62" w:rsidRDefault="00CE2D62" w:rsidP="00CE2D62">
      <w:pPr>
        <w:pStyle w:val="ListParagraph"/>
        <w:numPr>
          <w:ilvl w:val="0"/>
          <w:numId w:val="14"/>
        </w:numPr>
      </w:pPr>
    </w:p>
    <w:p w14:paraId="32E6DE2D" w14:textId="48F4BB55" w:rsidR="00CE2D62" w:rsidRDefault="00CE2D62" w:rsidP="00CE2D62">
      <w:pPr>
        <w:pStyle w:val="ListParagraph"/>
        <w:numPr>
          <w:ilvl w:val="0"/>
          <w:numId w:val="14"/>
        </w:numPr>
      </w:pPr>
    </w:p>
    <w:p w14:paraId="68FB52F3" w14:textId="79AE098E" w:rsidR="00CE2D62" w:rsidRDefault="00CE2D62" w:rsidP="00CE2D62">
      <w:pPr>
        <w:pStyle w:val="ListParagraph"/>
        <w:numPr>
          <w:ilvl w:val="0"/>
          <w:numId w:val="14"/>
        </w:numPr>
      </w:pPr>
    </w:p>
    <w:p w14:paraId="08F80396" w14:textId="77777777" w:rsidR="002C389A" w:rsidRDefault="002C389A" w:rsidP="002C389A"/>
    <w:p w14:paraId="3E3B69AC" w14:textId="77777777" w:rsidR="002C389A" w:rsidRDefault="002C389A" w:rsidP="002C389A">
      <w:pPr>
        <w:rPr>
          <w:rFonts w:eastAsiaTheme="majorEastAsia" w:cstheme="majorBidi"/>
          <w:b/>
          <w:bCs/>
          <w:color w:val="685539" w:themeColor="accent1" w:themeShade="BF"/>
        </w:rPr>
      </w:pPr>
    </w:p>
    <w:p w14:paraId="06618C90" w14:textId="796E200F" w:rsidR="002C389A" w:rsidRDefault="002C389A" w:rsidP="002C389A">
      <w:pPr>
        <w:rPr>
          <w:rFonts w:eastAsiaTheme="majorEastAsia" w:cstheme="majorBidi"/>
          <w:b/>
          <w:bCs/>
          <w:color w:val="685539" w:themeColor="accent1" w:themeShade="BF"/>
        </w:rPr>
      </w:pPr>
      <w:r w:rsidRPr="00A32F16">
        <w:rPr>
          <w:rFonts w:eastAsiaTheme="majorEastAsia" w:cstheme="majorBidi"/>
          <w:b/>
          <w:bCs/>
          <w:color w:val="685539" w:themeColor="accent1" w:themeShade="BF"/>
        </w:rPr>
        <w:t>Contracting with yourself </w:t>
      </w:r>
    </w:p>
    <w:p w14:paraId="3806FCA8" w14:textId="77777777" w:rsidR="00CE2D62" w:rsidRPr="00CE2D62" w:rsidRDefault="00CE2D62" w:rsidP="002C389A">
      <w:pPr>
        <w:rPr>
          <w:rFonts w:eastAsiaTheme="majorEastAsia" w:cstheme="majorBidi"/>
          <w:b/>
          <w:bCs/>
          <w:color w:val="685539" w:themeColor="accent1" w:themeShade="BF"/>
        </w:rPr>
      </w:pPr>
    </w:p>
    <w:p w14:paraId="2BA37EEA" w14:textId="77777777" w:rsidR="002C389A" w:rsidRDefault="002C389A" w:rsidP="002C389A">
      <w:pPr>
        <w:numPr>
          <w:ilvl w:val="0"/>
          <w:numId w:val="5"/>
        </w:numPr>
      </w:pPr>
      <w:r w:rsidRPr="00A32F16">
        <w:t>If there were one inner shift that you would like to make, what would it be? </w:t>
      </w:r>
    </w:p>
    <w:p w14:paraId="427F13D2" w14:textId="77777777" w:rsidR="00CE2D62" w:rsidRDefault="00CE2D62" w:rsidP="002C389A">
      <w:pPr>
        <w:ind w:left="720"/>
      </w:pPr>
    </w:p>
    <w:p w14:paraId="3F27DB10" w14:textId="77777777" w:rsidR="00CE2D62" w:rsidRDefault="00CE2D62" w:rsidP="002C389A">
      <w:pPr>
        <w:ind w:left="720"/>
      </w:pPr>
    </w:p>
    <w:p w14:paraId="3BCCAE4E" w14:textId="77777777" w:rsidR="002C389A" w:rsidRDefault="00A32F16" w:rsidP="002C389A">
      <w:pPr>
        <w:numPr>
          <w:ilvl w:val="0"/>
          <w:numId w:val="5"/>
        </w:numPr>
      </w:pPr>
      <w:r w:rsidRPr="00A32F16">
        <w:t>What might be holding you back from this? </w:t>
      </w:r>
    </w:p>
    <w:p w14:paraId="187FCB50" w14:textId="30942E06" w:rsidR="00CE2D62" w:rsidRDefault="00CE2D62" w:rsidP="00CE2D62">
      <w:pPr>
        <w:pStyle w:val="ListParagraph"/>
        <w:numPr>
          <w:ilvl w:val="0"/>
          <w:numId w:val="14"/>
        </w:numPr>
      </w:pPr>
    </w:p>
    <w:p w14:paraId="7A5942F8" w14:textId="79907784" w:rsidR="00CE2D62" w:rsidRDefault="00CE2D62" w:rsidP="00CE2D62">
      <w:pPr>
        <w:pStyle w:val="ListParagraph"/>
        <w:numPr>
          <w:ilvl w:val="0"/>
          <w:numId w:val="14"/>
        </w:numPr>
      </w:pPr>
    </w:p>
    <w:p w14:paraId="7036CAF7" w14:textId="77777777" w:rsidR="002C389A" w:rsidRDefault="002C389A" w:rsidP="00CE2D62">
      <w:pPr>
        <w:pStyle w:val="ListParagraph"/>
        <w:numPr>
          <w:ilvl w:val="0"/>
          <w:numId w:val="14"/>
        </w:numPr>
      </w:pPr>
    </w:p>
    <w:p w14:paraId="51083787" w14:textId="77777777" w:rsidR="002C389A" w:rsidRDefault="002C389A" w:rsidP="002C389A">
      <w:pPr>
        <w:ind w:left="720"/>
      </w:pPr>
    </w:p>
    <w:p w14:paraId="3AE0010E" w14:textId="6805A660" w:rsidR="00A32F16" w:rsidRDefault="00A32F16" w:rsidP="002C389A">
      <w:pPr>
        <w:numPr>
          <w:ilvl w:val="0"/>
          <w:numId w:val="5"/>
        </w:numPr>
      </w:pPr>
      <w:r w:rsidRPr="00A32F16">
        <w:t>Where might forgiveness (toward yourself or others) be needed?</w:t>
      </w:r>
    </w:p>
    <w:p w14:paraId="06ABED46" w14:textId="77777777" w:rsidR="002C389A" w:rsidRDefault="002C389A" w:rsidP="002C389A"/>
    <w:p w14:paraId="7AD50E0C" w14:textId="77777777" w:rsidR="002C389A" w:rsidRPr="00A32F16" w:rsidRDefault="002C389A" w:rsidP="002C389A">
      <w:pPr>
        <w:rPr>
          <w:rFonts w:eastAsiaTheme="majorEastAsia" w:cstheme="majorBidi"/>
          <w:b/>
          <w:bCs/>
          <w:color w:val="685539" w:themeColor="accent1" w:themeShade="BF"/>
        </w:rPr>
      </w:pPr>
    </w:p>
    <w:p w14:paraId="6283F183" w14:textId="5A88CBEF" w:rsidR="002C389A" w:rsidRDefault="002C389A" w:rsidP="002C389A">
      <w:pPr>
        <w:rPr>
          <w:rFonts w:eastAsiaTheme="majorEastAsia" w:cstheme="majorBidi"/>
          <w:b/>
          <w:bCs/>
          <w:color w:val="685539" w:themeColor="accent1" w:themeShade="BF"/>
        </w:rPr>
      </w:pPr>
      <w:r w:rsidRPr="00A32F16">
        <w:rPr>
          <w:rFonts w:eastAsiaTheme="majorEastAsia" w:cstheme="majorBidi"/>
          <w:b/>
          <w:bCs/>
          <w:color w:val="685539" w:themeColor="accent1" w:themeShade="BF"/>
        </w:rPr>
        <w:t>Next steps</w:t>
      </w:r>
    </w:p>
    <w:p w14:paraId="02C96BD1" w14:textId="77777777" w:rsidR="002C389A" w:rsidRDefault="002C389A" w:rsidP="002C389A"/>
    <w:p w14:paraId="0AB22213" w14:textId="6E5926A6" w:rsidR="002C389A" w:rsidRDefault="00A32F16" w:rsidP="002C389A">
      <w:pPr>
        <w:numPr>
          <w:ilvl w:val="0"/>
          <w:numId w:val="5"/>
        </w:numPr>
      </w:pPr>
      <w:r w:rsidRPr="00A32F16">
        <w:t>What is one small, consistent practice you can commit to that will support your spiritual growth leading up to Didar?</w:t>
      </w:r>
    </w:p>
    <w:p w14:paraId="0C225A6E" w14:textId="77777777" w:rsidR="00D801F4" w:rsidRDefault="00D801F4" w:rsidP="00D801F4">
      <w:pPr>
        <w:ind w:left="720"/>
      </w:pPr>
    </w:p>
    <w:p w14:paraId="653D4756" w14:textId="77777777" w:rsidR="00D801F4" w:rsidRDefault="00D801F4" w:rsidP="00D801F4">
      <w:pPr>
        <w:ind w:left="720"/>
      </w:pPr>
    </w:p>
    <w:p w14:paraId="1D36C6D6" w14:textId="77777777" w:rsidR="002C389A" w:rsidRDefault="002C389A" w:rsidP="002C389A"/>
    <w:p w14:paraId="7BBF9F9D" w14:textId="5908436F" w:rsidR="00D801F4" w:rsidRDefault="00A32F16" w:rsidP="00D801F4">
      <w:pPr>
        <w:numPr>
          <w:ilvl w:val="0"/>
          <w:numId w:val="5"/>
        </w:numPr>
      </w:pPr>
      <w:r w:rsidRPr="00A32F16">
        <w:t>What tangible action can you take that will help create the inner space you want to enter Didar with?</w:t>
      </w:r>
    </w:p>
    <w:p w14:paraId="5230A1F7" w14:textId="77777777" w:rsidR="00D801F4" w:rsidRDefault="00D801F4" w:rsidP="00D801F4">
      <w:pPr>
        <w:ind w:left="720"/>
      </w:pPr>
    </w:p>
    <w:p w14:paraId="53F97A5C" w14:textId="77777777" w:rsidR="00D801F4" w:rsidRDefault="00D801F4" w:rsidP="00D801F4">
      <w:pPr>
        <w:ind w:left="720"/>
      </w:pPr>
    </w:p>
    <w:p w14:paraId="376647BF" w14:textId="77777777" w:rsidR="002C389A" w:rsidRDefault="002C389A" w:rsidP="00D801F4"/>
    <w:p w14:paraId="5AD0EE9B" w14:textId="4690FBFD" w:rsidR="00A32F16" w:rsidRPr="002C389A" w:rsidRDefault="00A32F16" w:rsidP="002C389A">
      <w:pPr>
        <w:numPr>
          <w:ilvl w:val="0"/>
          <w:numId w:val="5"/>
        </w:numPr>
      </w:pPr>
      <w:r w:rsidRPr="00A32F16">
        <w:t>If you could do one thing each day to prepare your heart and mind over the next 4 weeks, what would that look like?</w:t>
      </w:r>
    </w:p>
    <w:p w14:paraId="7A63C742" w14:textId="77777777" w:rsidR="00A32F16" w:rsidRPr="00A32F16" w:rsidRDefault="00A32F16" w:rsidP="00A32F16"/>
    <w:p w14:paraId="15E2DAC0" w14:textId="313AD273" w:rsidR="009D5693" w:rsidRPr="009D5693" w:rsidRDefault="009D5693" w:rsidP="002C389A">
      <w:pPr>
        <w:pStyle w:val="ListParagraph"/>
        <w:numPr>
          <w:ilvl w:val="0"/>
          <w:numId w:val="0"/>
        </w:numPr>
        <w:ind w:left="720"/>
      </w:pPr>
    </w:p>
    <w:p w14:paraId="21A63B82" w14:textId="77777777" w:rsidR="00D801F4" w:rsidRDefault="005050F6" w:rsidP="00D801F4">
      <w:pPr>
        <w:rPr>
          <w:rFonts w:eastAsiaTheme="majorEastAsia" w:cstheme="majorBidi"/>
          <w:b/>
          <w:bCs/>
          <w:color w:val="685539" w:themeColor="accent1" w:themeShade="BF"/>
        </w:rPr>
      </w:pPr>
      <w:r>
        <w:rPr>
          <w:lang w:eastAsia="en-GB"/>
        </w:rPr>
        <w:br w:type="page"/>
      </w:r>
      <w:r w:rsidR="00D801F4">
        <w:rPr>
          <w:rFonts w:eastAsiaTheme="majorEastAsia" w:cstheme="majorBidi"/>
          <w:b/>
          <w:bCs/>
          <w:color w:val="685539" w:themeColor="accent1" w:themeShade="BF"/>
        </w:rPr>
        <w:lastRenderedPageBreak/>
        <w:t>Personal Reflections</w:t>
      </w:r>
    </w:p>
    <w:p w14:paraId="0145B7A1" w14:textId="77777777" w:rsidR="00D801F4" w:rsidRDefault="00D801F4" w:rsidP="00D801F4">
      <w:pPr>
        <w:rPr>
          <w:rFonts w:eastAsiaTheme="majorEastAsia" w:cstheme="majorBidi"/>
          <w:b/>
          <w:bCs/>
          <w:color w:val="685539" w:themeColor="accent1" w:themeShade="BF"/>
        </w:rPr>
      </w:pPr>
    </w:p>
    <w:p w14:paraId="6AA2394F" w14:textId="77777777" w:rsidR="00D801F4" w:rsidRDefault="00D801F4" w:rsidP="00D801F4">
      <w:pPr>
        <w:rPr>
          <w:rFonts w:eastAsiaTheme="majorEastAsia" w:cstheme="majorBidi"/>
          <w:b/>
          <w:bCs/>
          <w:color w:val="685539" w:themeColor="accent1" w:themeShade="BF"/>
        </w:rPr>
      </w:pPr>
      <w:r>
        <w:rPr>
          <w:rFonts w:eastAsiaTheme="majorEastAsia" w:cstheme="majorBidi"/>
          <w:b/>
          <w:bCs/>
          <w:color w:val="685539" w:themeColor="accent1" w:themeShade="BF"/>
        </w:rPr>
        <w:t>…………………………………………………………………………………………………</w:t>
      </w:r>
    </w:p>
    <w:p w14:paraId="6C7D70C7" w14:textId="77777777" w:rsidR="00D801F4" w:rsidRDefault="00D801F4" w:rsidP="00D801F4">
      <w:pPr>
        <w:rPr>
          <w:rFonts w:eastAsiaTheme="majorEastAsia" w:cstheme="majorBidi"/>
          <w:b/>
          <w:bCs/>
          <w:color w:val="685539" w:themeColor="accent1" w:themeShade="BF"/>
        </w:rPr>
      </w:pPr>
    </w:p>
    <w:p w14:paraId="235C68DF" w14:textId="77777777" w:rsidR="00D801F4" w:rsidRDefault="00D801F4" w:rsidP="00D801F4">
      <w:pPr>
        <w:rPr>
          <w:rFonts w:eastAsiaTheme="majorEastAsia" w:cstheme="majorBidi"/>
          <w:b/>
          <w:bCs/>
          <w:color w:val="685539" w:themeColor="accent1" w:themeShade="BF"/>
        </w:rPr>
      </w:pPr>
      <w:r>
        <w:rPr>
          <w:rFonts w:eastAsiaTheme="majorEastAsia" w:cstheme="majorBidi"/>
          <w:b/>
          <w:bCs/>
          <w:color w:val="685539" w:themeColor="accent1" w:themeShade="BF"/>
        </w:rPr>
        <w:t>…………………………………………………………………………………………………</w:t>
      </w:r>
    </w:p>
    <w:p w14:paraId="2B30001D" w14:textId="77777777" w:rsidR="00D801F4" w:rsidRDefault="00D801F4" w:rsidP="00D801F4">
      <w:pPr>
        <w:rPr>
          <w:rFonts w:eastAsiaTheme="majorEastAsia" w:cstheme="majorBidi"/>
          <w:b/>
          <w:bCs/>
          <w:color w:val="685539" w:themeColor="accent1" w:themeShade="BF"/>
        </w:rPr>
      </w:pPr>
    </w:p>
    <w:p w14:paraId="6B812EDA" w14:textId="77777777" w:rsidR="00D801F4" w:rsidRDefault="00D801F4" w:rsidP="00D801F4">
      <w:pPr>
        <w:rPr>
          <w:rFonts w:eastAsiaTheme="majorEastAsia" w:cstheme="majorBidi"/>
          <w:b/>
          <w:bCs/>
          <w:color w:val="685539" w:themeColor="accent1" w:themeShade="BF"/>
        </w:rPr>
      </w:pPr>
      <w:r>
        <w:rPr>
          <w:rFonts w:eastAsiaTheme="majorEastAsia" w:cstheme="majorBidi"/>
          <w:b/>
          <w:bCs/>
          <w:color w:val="685539" w:themeColor="accent1" w:themeShade="BF"/>
        </w:rPr>
        <w:t>…………………………………………………………………………………………………</w:t>
      </w:r>
    </w:p>
    <w:p w14:paraId="55EF44A0" w14:textId="77777777" w:rsidR="00D801F4" w:rsidRDefault="00D801F4" w:rsidP="00D801F4">
      <w:pPr>
        <w:rPr>
          <w:rFonts w:eastAsiaTheme="majorEastAsia" w:cstheme="majorBidi"/>
          <w:b/>
          <w:bCs/>
          <w:color w:val="685539" w:themeColor="accent1" w:themeShade="BF"/>
        </w:rPr>
      </w:pPr>
    </w:p>
    <w:p w14:paraId="57288976" w14:textId="77777777" w:rsidR="00D801F4" w:rsidRDefault="00D801F4" w:rsidP="00D801F4">
      <w:pPr>
        <w:rPr>
          <w:rFonts w:eastAsiaTheme="majorEastAsia" w:cstheme="majorBidi"/>
          <w:b/>
          <w:bCs/>
          <w:color w:val="685539" w:themeColor="accent1" w:themeShade="BF"/>
        </w:rPr>
      </w:pPr>
      <w:r>
        <w:rPr>
          <w:rFonts w:eastAsiaTheme="majorEastAsia" w:cstheme="majorBidi"/>
          <w:b/>
          <w:bCs/>
          <w:color w:val="685539" w:themeColor="accent1" w:themeShade="BF"/>
        </w:rPr>
        <w:t>…………………………………………………………………………………………………</w:t>
      </w:r>
    </w:p>
    <w:p w14:paraId="492E5DD1" w14:textId="77777777" w:rsidR="00D801F4" w:rsidRDefault="00D801F4" w:rsidP="00D801F4">
      <w:pPr>
        <w:rPr>
          <w:rFonts w:eastAsiaTheme="majorEastAsia" w:cstheme="majorBidi"/>
          <w:b/>
          <w:bCs/>
          <w:color w:val="685539" w:themeColor="accent1" w:themeShade="BF"/>
        </w:rPr>
      </w:pPr>
    </w:p>
    <w:p w14:paraId="12D1EEA0" w14:textId="77777777" w:rsidR="00D801F4" w:rsidRDefault="00D801F4" w:rsidP="00D801F4">
      <w:pPr>
        <w:rPr>
          <w:rFonts w:eastAsiaTheme="majorEastAsia" w:cstheme="majorBidi"/>
          <w:b/>
          <w:bCs/>
          <w:color w:val="685539" w:themeColor="accent1" w:themeShade="BF"/>
        </w:rPr>
      </w:pPr>
      <w:r>
        <w:rPr>
          <w:rFonts w:eastAsiaTheme="majorEastAsia" w:cstheme="majorBidi"/>
          <w:b/>
          <w:bCs/>
          <w:color w:val="685539" w:themeColor="accent1" w:themeShade="BF"/>
        </w:rPr>
        <w:t>…………………………………………………………………………………………………</w:t>
      </w:r>
    </w:p>
    <w:p w14:paraId="1ABC1F7B" w14:textId="77777777" w:rsidR="00D801F4" w:rsidRDefault="00D801F4" w:rsidP="00D801F4">
      <w:pPr>
        <w:rPr>
          <w:rFonts w:eastAsiaTheme="majorEastAsia" w:cstheme="majorBidi"/>
          <w:b/>
          <w:bCs/>
          <w:color w:val="685539" w:themeColor="accent1" w:themeShade="BF"/>
        </w:rPr>
      </w:pPr>
    </w:p>
    <w:p w14:paraId="3E1083BB" w14:textId="77777777" w:rsidR="00D801F4" w:rsidRDefault="00D801F4" w:rsidP="00D801F4">
      <w:pPr>
        <w:rPr>
          <w:rFonts w:eastAsiaTheme="majorEastAsia" w:cstheme="majorBidi"/>
          <w:b/>
          <w:bCs/>
          <w:color w:val="685539" w:themeColor="accent1" w:themeShade="BF"/>
        </w:rPr>
      </w:pPr>
      <w:r>
        <w:rPr>
          <w:rFonts w:eastAsiaTheme="majorEastAsia" w:cstheme="majorBidi"/>
          <w:b/>
          <w:bCs/>
          <w:color w:val="685539" w:themeColor="accent1" w:themeShade="BF"/>
        </w:rPr>
        <w:t>…………………………………………………………………………………………………</w:t>
      </w:r>
    </w:p>
    <w:p w14:paraId="1A9A72CE" w14:textId="77777777" w:rsidR="00D801F4" w:rsidRDefault="00D801F4" w:rsidP="00D801F4">
      <w:pPr>
        <w:rPr>
          <w:rFonts w:eastAsiaTheme="majorEastAsia" w:cstheme="majorBidi"/>
          <w:b/>
          <w:bCs/>
          <w:color w:val="685539" w:themeColor="accent1" w:themeShade="BF"/>
        </w:rPr>
      </w:pPr>
    </w:p>
    <w:p w14:paraId="32330275" w14:textId="77777777" w:rsidR="00D801F4" w:rsidRDefault="00D801F4" w:rsidP="00D801F4">
      <w:pPr>
        <w:rPr>
          <w:rFonts w:eastAsiaTheme="majorEastAsia" w:cstheme="majorBidi"/>
          <w:b/>
          <w:bCs/>
          <w:color w:val="685539" w:themeColor="accent1" w:themeShade="BF"/>
        </w:rPr>
      </w:pPr>
      <w:r>
        <w:rPr>
          <w:rFonts w:eastAsiaTheme="majorEastAsia" w:cstheme="majorBidi"/>
          <w:b/>
          <w:bCs/>
          <w:color w:val="685539" w:themeColor="accent1" w:themeShade="BF"/>
        </w:rPr>
        <w:t>…………………………………………………………………………………………………</w:t>
      </w:r>
    </w:p>
    <w:p w14:paraId="69F21021" w14:textId="77777777" w:rsidR="00D801F4" w:rsidRDefault="00D801F4" w:rsidP="00D801F4">
      <w:pPr>
        <w:rPr>
          <w:rFonts w:eastAsiaTheme="majorEastAsia" w:cstheme="majorBidi"/>
          <w:b/>
          <w:bCs/>
          <w:color w:val="685539" w:themeColor="accent1" w:themeShade="BF"/>
        </w:rPr>
      </w:pPr>
    </w:p>
    <w:p w14:paraId="0661A2B9" w14:textId="77777777" w:rsidR="00D801F4" w:rsidRDefault="00D801F4" w:rsidP="00D801F4">
      <w:pPr>
        <w:rPr>
          <w:rFonts w:eastAsiaTheme="majorEastAsia" w:cstheme="majorBidi"/>
          <w:b/>
          <w:bCs/>
          <w:color w:val="685539" w:themeColor="accent1" w:themeShade="BF"/>
        </w:rPr>
      </w:pPr>
      <w:r>
        <w:rPr>
          <w:rFonts w:eastAsiaTheme="majorEastAsia" w:cstheme="majorBidi"/>
          <w:b/>
          <w:bCs/>
          <w:color w:val="685539" w:themeColor="accent1" w:themeShade="BF"/>
        </w:rPr>
        <w:t>…………………………………………………………………………………………………</w:t>
      </w:r>
    </w:p>
    <w:p w14:paraId="6AAC59CA" w14:textId="77777777" w:rsidR="00D801F4" w:rsidRDefault="00D801F4" w:rsidP="00D801F4">
      <w:pPr>
        <w:rPr>
          <w:rFonts w:eastAsiaTheme="majorEastAsia" w:cstheme="majorBidi"/>
          <w:b/>
          <w:bCs/>
          <w:color w:val="685539" w:themeColor="accent1" w:themeShade="BF"/>
        </w:rPr>
      </w:pPr>
    </w:p>
    <w:p w14:paraId="3AEEC17B" w14:textId="70FD7844" w:rsidR="005050F6" w:rsidRDefault="00D801F4" w:rsidP="00D801F4">
      <w:pPr>
        <w:jc w:val="both"/>
        <w:rPr>
          <w:lang w:eastAsia="en-GB"/>
        </w:rPr>
      </w:pPr>
      <w:r>
        <w:rPr>
          <w:rFonts w:eastAsiaTheme="majorEastAsia" w:cstheme="majorBidi"/>
          <w:b/>
          <w:bCs/>
          <w:color w:val="685539" w:themeColor="accent1" w:themeShade="BF"/>
        </w:rPr>
        <w:t>…………………………………………………………………………………………………</w:t>
      </w:r>
    </w:p>
    <w:p w14:paraId="0904514B" w14:textId="519F1DF3" w:rsidR="003B70C8" w:rsidRPr="00455EDC" w:rsidRDefault="003B70C8" w:rsidP="00E908B7"/>
    <w:sectPr w:rsidR="003B70C8" w:rsidRPr="00455EDC" w:rsidSect="006D0081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538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597A9" w14:textId="77777777" w:rsidR="00C77310" w:rsidRDefault="00C77310" w:rsidP="00E908B7">
      <w:r>
        <w:separator/>
      </w:r>
    </w:p>
  </w:endnote>
  <w:endnote w:type="continuationSeparator" w:id="0">
    <w:p w14:paraId="40A35B5A" w14:textId="77777777" w:rsidR="00C77310" w:rsidRDefault="00C77310" w:rsidP="00E90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ajalla UI">
    <w:altName w:val="Sakkal Majalla"/>
    <w:panose1 w:val="00000000000000000000"/>
    <w:charset w:val="00"/>
    <w:family w:val="roman"/>
    <w:notTrueType/>
    <w:pitch w:val="default"/>
  </w:font>
  <w:font w:name="Majalla UI (Headings CS)">
    <w:altName w:val="Sakkal Majalla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693615493"/>
      <w:docPartObj>
        <w:docPartGallery w:val="Page Numbers (Bottom of Page)"/>
        <w:docPartUnique/>
      </w:docPartObj>
    </w:sdtPr>
    <w:sdtContent>
      <w:p w14:paraId="679A16D9" w14:textId="77777777" w:rsidR="005050F6" w:rsidRDefault="005050F6" w:rsidP="00E908B7">
        <w:pPr>
          <w:pStyle w:val="Footer"/>
          <w:framePr w:wrap="none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594169729"/>
      <w:docPartObj>
        <w:docPartGallery w:val="Page Numbers (Bottom of Page)"/>
        <w:docPartUnique/>
      </w:docPartObj>
    </w:sdtPr>
    <w:sdtContent>
      <w:p w14:paraId="1D6B6C69" w14:textId="77777777" w:rsidR="005050F6" w:rsidRDefault="005050F6" w:rsidP="00E908B7">
        <w:pPr>
          <w:pStyle w:val="Footer"/>
          <w:framePr w:wrap="none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351071981"/>
      <w:docPartObj>
        <w:docPartGallery w:val="Page Numbers (Bottom of Page)"/>
        <w:docPartUnique/>
      </w:docPartObj>
    </w:sdtPr>
    <w:sdtContent>
      <w:p w14:paraId="3D2AA900" w14:textId="77777777" w:rsidR="005050F6" w:rsidRDefault="005050F6" w:rsidP="00E908B7">
        <w:pPr>
          <w:pStyle w:val="Footer"/>
          <w:framePr w:wrap="none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fldChar w:fldCharType="end"/>
        </w:r>
      </w:p>
    </w:sdtContent>
  </w:sdt>
  <w:p w14:paraId="28A228F6" w14:textId="77777777" w:rsidR="005050F6" w:rsidRDefault="005050F6" w:rsidP="00E908B7">
    <w:pPr>
      <w:pStyle w:val="Footer"/>
      <w:framePr w:wrap="no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180967647"/>
      <w:docPartObj>
        <w:docPartGallery w:val="Page Numbers (Bottom of Page)"/>
        <w:docPartUnique/>
      </w:docPartObj>
    </w:sdtPr>
    <w:sdtContent>
      <w:p w14:paraId="52B4D69C" w14:textId="56531F80" w:rsidR="00BD6FBE" w:rsidRPr="005050F6" w:rsidRDefault="005050F6" w:rsidP="00E908B7">
        <w:pPr>
          <w:pStyle w:val="Footer"/>
          <w:framePr w:w="10801" w:wrap="none" w:hAnchor="page" w:x="541" w:y="11"/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DATE \@ "MMMM yy" </w:instrText>
        </w:r>
        <w:r>
          <w:rPr>
            <w:rStyle w:val="PageNumber"/>
          </w:rPr>
          <w:fldChar w:fldCharType="separate"/>
        </w:r>
        <w:r w:rsidR="002E1842">
          <w:rPr>
            <w:rStyle w:val="PageNumber"/>
            <w:noProof/>
          </w:rPr>
          <w:t>January 26</w:t>
        </w:r>
        <w:r>
          <w:rPr>
            <w:rStyle w:val="PageNumber"/>
          </w:rPr>
          <w:fldChar w:fldCharType="end"/>
        </w:r>
        <w:r>
          <w:ptab w:relativeTo="margin" w:alignment="center" w:leader="none"/>
        </w:r>
        <w:r w:rsidRPr="005050F6">
          <w:t xml:space="preserve"> </w:t>
        </w:r>
        <w:r w:rsidR="002E1842">
          <w:t>ITREB</w:t>
        </w:r>
        <w:r w:rsidRPr="00C46B15">
          <w:t xml:space="preserve"> </w:t>
        </w:r>
        <w:r>
          <w:t xml:space="preserve">UK / </w:t>
        </w:r>
        <w:r w:rsidR="002E1842">
          <w:t xml:space="preserve">Youth </w:t>
        </w:r>
        <w:proofErr w:type="spellStart"/>
        <w:r w:rsidR="002E1842">
          <w:t>Mulaqat</w:t>
        </w:r>
        <w:proofErr w:type="spellEnd"/>
        <w:r w:rsidRPr="00C46B15">
          <w:t xml:space="preserve"> </w:t>
        </w:r>
        <w:r>
          <w:ptab w:relativeTo="margin" w:alignment="right" w:leader="none"/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145427319"/>
      <w:docPartObj>
        <w:docPartGallery w:val="Page Numbers (Bottom of Page)"/>
        <w:docPartUnique/>
      </w:docPartObj>
    </w:sdtPr>
    <w:sdtContent>
      <w:p w14:paraId="100DFE6C" w14:textId="14FC2211" w:rsidR="005050F6" w:rsidRPr="005050F6" w:rsidRDefault="005050F6" w:rsidP="00E908B7">
        <w:pPr>
          <w:pStyle w:val="Footer"/>
          <w:framePr w:w="10801" w:wrap="none" w:hAnchor="page" w:x="541" w:y="11"/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DATE \@ "MMMM yy" </w:instrText>
        </w:r>
        <w:r>
          <w:rPr>
            <w:rStyle w:val="PageNumber"/>
          </w:rPr>
          <w:fldChar w:fldCharType="separate"/>
        </w:r>
        <w:r w:rsidR="002E1842">
          <w:rPr>
            <w:rStyle w:val="PageNumber"/>
            <w:noProof/>
          </w:rPr>
          <w:t>January 26</w:t>
        </w:r>
        <w:r>
          <w:rPr>
            <w:rStyle w:val="PageNumber"/>
          </w:rPr>
          <w:fldChar w:fldCharType="end"/>
        </w:r>
        <w:r>
          <w:ptab w:relativeTo="margin" w:alignment="center" w:leader="none"/>
        </w:r>
        <w:r w:rsidRPr="005050F6">
          <w:t xml:space="preserve"> </w:t>
        </w:r>
        <w:r w:rsidR="002E1842">
          <w:t>ITREB</w:t>
        </w:r>
        <w:r w:rsidRPr="00C46B15">
          <w:t xml:space="preserve"> </w:t>
        </w:r>
        <w:r>
          <w:t xml:space="preserve">UK / </w:t>
        </w:r>
        <w:r w:rsidR="002E1842">
          <w:t xml:space="preserve">Youth </w:t>
        </w:r>
        <w:proofErr w:type="spellStart"/>
        <w:r w:rsidR="002E1842">
          <w:t>Mulaqat</w:t>
        </w:r>
        <w:proofErr w:type="spellEnd"/>
        <w:r w:rsidRPr="00C46B15">
          <w:t xml:space="preserve"> </w:t>
        </w:r>
        <w:r>
          <w:ptab w:relativeTo="margin" w:alignment="right" w:leader="none"/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2</w:t>
        </w:r>
        <w:r>
          <w:rPr>
            <w:rStyle w:val="PageNumber"/>
          </w:rPr>
          <w:fldChar w:fldCharType="end"/>
        </w:r>
      </w:p>
    </w:sdtContent>
  </w:sdt>
  <w:p w14:paraId="03E627BD" w14:textId="77777777" w:rsidR="005050F6" w:rsidRPr="005050F6" w:rsidRDefault="005050F6" w:rsidP="00E908B7">
    <w:pPr>
      <w:pStyle w:val="Footer"/>
      <w:framePr w:w="10801" w:wrap="none" w:hAnchor="page" w:x="541" w:y="1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56B18" w14:textId="77777777" w:rsidR="00C77310" w:rsidRDefault="00C77310" w:rsidP="00E908B7">
      <w:r>
        <w:separator/>
      </w:r>
    </w:p>
  </w:footnote>
  <w:footnote w:type="continuationSeparator" w:id="0">
    <w:p w14:paraId="16468248" w14:textId="77777777" w:rsidR="00C77310" w:rsidRDefault="00C77310" w:rsidP="00E90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44205" w14:textId="77777777" w:rsidR="00BD6FBE" w:rsidRDefault="005050F6" w:rsidP="00E908B7">
    <w:r>
      <w:rPr>
        <w:noProof/>
      </w:rPr>
      <w:drawing>
        <wp:anchor distT="0" distB="0" distL="114300" distR="114300" simplePos="0" relativeHeight="251660288" behindDoc="0" locked="0" layoutInCell="1" allowOverlap="1" wp14:anchorId="249C2485" wp14:editId="1531D57D">
          <wp:simplePos x="0" y="0"/>
          <wp:positionH relativeFrom="column">
            <wp:posOffset>5257280</wp:posOffset>
          </wp:positionH>
          <wp:positionV relativeFrom="paragraph">
            <wp:posOffset>-221557</wp:posOffset>
          </wp:positionV>
          <wp:extent cx="1163320" cy="1163320"/>
          <wp:effectExtent l="0" t="0" r="5080" b="5080"/>
          <wp:wrapNone/>
          <wp:docPr id="64529669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5296699" name="Picture 3" descr="A brown and black design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3320" cy="1163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5559" w14:textId="77777777" w:rsidR="005050F6" w:rsidRDefault="005050F6" w:rsidP="00E908B7">
    <w:pPr>
      <w:pStyle w:val="Heading1"/>
    </w:pPr>
    <w:r>
      <w:rPr>
        <w:noProof/>
      </w:rPr>
      <w:drawing>
        <wp:inline distT="0" distB="0" distL="0" distR="0" wp14:anchorId="33D7E7B7" wp14:editId="7CE12002">
          <wp:extent cx="1472278" cy="1727552"/>
          <wp:effectExtent l="0" t="0" r="1270" b="0"/>
          <wp:docPr id="205427671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3346374" name="Picture 1" descr="A logo with a circular design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2057" cy="1750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B6C76"/>
    <w:multiLevelType w:val="hybridMultilevel"/>
    <w:tmpl w:val="05B2F6DA"/>
    <w:lvl w:ilvl="0" w:tplc="BD82A91A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8C734C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15CA5"/>
    <w:multiLevelType w:val="hybridMultilevel"/>
    <w:tmpl w:val="4336C1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94C0E29"/>
    <w:multiLevelType w:val="multilevel"/>
    <w:tmpl w:val="8FC86722"/>
    <w:lvl w:ilvl="0">
      <w:numFmt w:val="decimal"/>
      <w:lvlText w:val="%1."/>
      <w:lvlJc w:val="left"/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033257"/>
    <w:multiLevelType w:val="multilevel"/>
    <w:tmpl w:val="8FC86722"/>
    <w:lvl w:ilvl="0">
      <w:numFmt w:val="decimal"/>
      <w:lvlText w:val="%1."/>
      <w:lvlJc w:val="left"/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D87F3E"/>
    <w:multiLevelType w:val="multilevel"/>
    <w:tmpl w:val="8FC867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0450BA"/>
    <w:multiLevelType w:val="multilevel"/>
    <w:tmpl w:val="7BEEB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1B0789"/>
    <w:multiLevelType w:val="hybridMultilevel"/>
    <w:tmpl w:val="6A48E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F54BD5"/>
    <w:multiLevelType w:val="multilevel"/>
    <w:tmpl w:val="C5722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EB37957"/>
    <w:multiLevelType w:val="hybridMultilevel"/>
    <w:tmpl w:val="AB1027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CF3229"/>
    <w:multiLevelType w:val="multilevel"/>
    <w:tmpl w:val="0306792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3460224">
    <w:abstractNumId w:val="5"/>
  </w:num>
  <w:num w:numId="2" w16cid:durableId="111831592">
    <w:abstractNumId w:val="6"/>
  </w:num>
  <w:num w:numId="3" w16cid:durableId="1965303770">
    <w:abstractNumId w:val="0"/>
  </w:num>
  <w:num w:numId="4" w16cid:durableId="1537547215">
    <w:abstractNumId w:val="0"/>
  </w:num>
  <w:num w:numId="5" w16cid:durableId="2065178577">
    <w:abstractNumId w:val="7"/>
  </w:num>
  <w:num w:numId="6" w16cid:durableId="2126851890">
    <w:abstractNumId w:val="4"/>
    <w:lvlOverride w:ilvl="0">
      <w:lvl w:ilvl="0">
        <w:numFmt w:val="decimal"/>
        <w:lvlText w:val="%1."/>
        <w:lvlJc w:val="left"/>
      </w:lvl>
    </w:lvlOverride>
    <w:lvlOverride w:ilvl="1">
      <w:lvl w:ilvl="1" w:tentative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7" w16cid:durableId="1201669661">
    <w:abstractNumId w:val="4"/>
    <w:lvlOverride w:ilvl="0">
      <w:lvl w:ilvl="0">
        <w:numFmt w:val="decimal"/>
        <w:lvlText w:val="%1."/>
        <w:lvlJc w:val="left"/>
      </w:lvl>
    </w:lvlOverride>
  </w:num>
  <w:num w:numId="8" w16cid:durableId="631716835">
    <w:abstractNumId w:val="4"/>
    <w:lvlOverride w:ilvl="0">
      <w:lvl w:ilvl="0">
        <w:numFmt w:val="decimal"/>
        <w:lvlText w:val="%1."/>
        <w:lvlJc w:val="left"/>
      </w:lvl>
    </w:lvlOverride>
    <w:lvlOverride w:ilvl="1">
      <w:lvl w:ilvl="1" w:tentative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9" w16cid:durableId="1753163259">
    <w:abstractNumId w:val="9"/>
    <w:lvlOverride w:ilvl="0">
      <w:lvl w:ilvl="0">
        <w:numFmt w:val="decimal"/>
        <w:lvlText w:val="%1."/>
        <w:lvlJc w:val="left"/>
      </w:lvl>
    </w:lvlOverride>
  </w:num>
  <w:num w:numId="10" w16cid:durableId="61098064">
    <w:abstractNumId w:val="9"/>
    <w:lvlOverride w:ilvl="0">
      <w:lvl w:ilvl="0">
        <w:numFmt w:val="decimal"/>
        <w:lvlText w:val="%1."/>
        <w:lvlJc w:val="left"/>
      </w:lvl>
    </w:lvlOverride>
  </w:num>
  <w:num w:numId="11" w16cid:durableId="1137917471">
    <w:abstractNumId w:val="9"/>
    <w:lvlOverride w:ilvl="0">
      <w:lvl w:ilvl="0">
        <w:numFmt w:val="decimal"/>
        <w:lvlText w:val="%1."/>
        <w:lvlJc w:val="left"/>
      </w:lvl>
    </w:lvlOverride>
  </w:num>
  <w:num w:numId="12" w16cid:durableId="2140687781">
    <w:abstractNumId w:val="8"/>
  </w:num>
  <w:num w:numId="13" w16cid:durableId="1525249427">
    <w:abstractNumId w:val="3"/>
  </w:num>
  <w:num w:numId="14" w16cid:durableId="1610894130">
    <w:abstractNumId w:val="1"/>
  </w:num>
  <w:num w:numId="15" w16cid:durableId="20465609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F16"/>
    <w:rsid w:val="001B78E3"/>
    <w:rsid w:val="001F09D7"/>
    <w:rsid w:val="001F4102"/>
    <w:rsid w:val="00213E40"/>
    <w:rsid w:val="00274D1E"/>
    <w:rsid w:val="002C389A"/>
    <w:rsid w:val="002D4EE7"/>
    <w:rsid w:val="002E1842"/>
    <w:rsid w:val="00305B2C"/>
    <w:rsid w:val="003230AE"/>
    <w:rsid w:val="0033789B"/>
    <w:rsid w:val="0038453F"/>
    <w:rsid w:val="003B70C8"/>
    <w:rsid w:val="00412E6E"/>
    <w:rsid w:val="00426342"/>
    <w:rsid w:val="0043699D"/>
    <w:rsid w:val="00451637"/>
    <w:rsid w:val="00455EDC"/>
    <w:rsid w:val="00456375"/>
    <w:rsid w:val="00467083"/>
    <w:rsid w:val="004C35F6"/>
    <w:rsid w:val="004E2CC3"/>
    <w:rsid w:val="005050F6"/>
    <w:rsid w:val="00555140"/>
    <w:rsid w:val="006051FA"/>
    <w:rsid w:val="00663922"/>
    <w:rsid w:val="006D0081"/>
    <w:rsid w:val="006E4FBD"/>
    <w:rsid w:val="0073101D"/>
    <w:rsid w:val="00750BCC"/>
    <w:rsid w:val="007623E6"/>
    <w:rsid w:val="00772AD5"/>
    <w:rsid w:val="00787DC1"/>
    <w:rsid w:val="007A0330"/>
    <w:rsid w:val="008824B2"/>
    <w:rsid w:val="008B1ABA"/>
    <w:rsid w:val="008D106A"/>
    <w:rsid w:val="009D5693"/>
    <w:rsid w:val="00A1703B"/>
    <w:rsid w:val="00A32F16"/>
    <w:rsid w:val="00A71546"/>
    <w:rsid w:val="00AD46A7"/>
    <w:rsid w:val="00AE7611"/>
    <w:rsid w:val="00BD6FBE"/>
    <w:rsid w:val="00C40F19"/>
    <w:rsid w:val="00C46B15"/>
    <w:rsid w:val="00C77310"/>
    <w:rsid w:val="00CD0B45"/>
    <w:rsid w:val="00CE2D62"/>
    <w:rsid w:val="00D801F4"/>
    <w:rsid w:val="00DC2EFD"/>
    <w:rsid w:val="00E3573D"/>
    <w:rsid w:val="00E862C0"/>
    <w:rsid w:val="00E908B7"/>
    <w:rsid w:val="00EB6BDD"/>
    <w:rsid w:val="00F450DB"/>
    <w:rsid w:val="00F90988"/>
    <w:rsid w:val="00F915F6"/>
    <w:rsid w:val="00FD1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69A44C"/>
  <w15:chartTrackingRefBased/>
  <w15:docId w15:val="{072BCF33-3CAB-4A80-B471-10BBC4D86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78E3"/>
    <w:rPr>
      <w:rFonts w:ascii="Gill Sans MT" w:hAnsi="Gill Sans MT"/>
      <w:color w:val="262626" w:themeColor="text1" w:themeTint="D9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08B7"/>
    <w:pPr>
      <w:keepNext/>
      <w:keepLines/>
      <w:spacing w:before="480" w:after="240" w:line="192" w:lineRule="auto"/>
      <w:jc w:val="center"/>
      <w:outlineLvl w:val="0"/>
    </w:pPr>
    <w:rPr>
      <w:rFonts w:asciiTheme="majorHAnsi" w:eastAsiaTheme="majorEastAsia" w:hAnsiTheme="majorHAnsi" w:cs="Majalla UI (Headings CS)"/>
      <w:caps/>
      <w:color w:val="8C734C" w:themeColor="text2"/>
      <w:sz w:val="72"/>
      <w:szCs w:val="7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08B7"/>
    <w:pPr>
      <w:spacing w:after="480"/>
      <w:jc w:val="center"/>
      <w:outlineLvl w:val="1"/>
    </w:pPr>
    <w:rPr>
      <w:color w:val="8C734C" w:themeColor="text2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5693"/>
    <w:pPr>
      <w:keepNext/>
      <w:keepLines/>
      <w:spacing w:before="160" w:after="80"/>
      <w:outlineLvl w:val="2"/>
    </w:pPr>
    <w:rPr>
      <w:rFonts w:eastAsiaTheme="majorEastAsia" w:cstheme="majorBidi"/>
      <w:b/>
      <w:bCs/>
      <w:color w:val="685539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0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685539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0B45"/>
    <w:pPr>
      <w:keepNext/>
      <w:keepLines/>
      <w:spacing w:before="80" w:after="40"/>
      <w:outlineLvl w:val="4"/>
    </w:pPr>
    <w:rPr>
      <w:rFonts w:eastAsiaTheme="majorEastAsia" w:cstheme="majorBidi"/>
      <w:color w:val="685539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0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0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0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0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08B7"/>
    <w:rPr>
      <w:rFonts w:asciiTheme="majorHAnsi" w:eastAsiaTheme="majorEastAsia" w:hAnsiTheme="majorHAnsi" w:cs="Majalla UI (Headings CS)"/>
      <w:caps/>
      <w:color w:val="8C734C" w:themeColor="text2"/>
      <w:sz w:val="72"/>
      <w:szCs w:val="70"/>
    </w:rPr>
  </w:style>
  <w:style w:type="character" w:customStyle="1" w:styleId="Heading2Char">
    <w:name w:val="Heading 2 Char"/>
    <w:basedOn w:val="DefaultParagraphFont"/>
    <w:link w:val="Heading2"/>
    <w:uiPriority w:val="9"/>
    <w:rsid w:val="00E908B7"/>
    <w:rPr>
      <w:rFonts w:ascii="Gill Sans MT" w:hAnsi="Gill Sans MT"/>
      <w:color w:val="8C734C" w:themeColor="text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D5693"/>
    <w:rPr>
      <w:rFonts w:ascii="Gill Sans MT" w:eastAsiaTheme="majorEastAsia" w:hAnsi="Gill Sans MT" w:cstheme="majorBidi"/>
      <w:b/>
      <w:bCs/>
      <w:color w:val="685539" w:themeColor="accent1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0B45"/>
    <w:rPr>
      <w:rFonts w:eastAsiaTheme="majorEastAsia" w:cstheme="majorBidi"/>
      <w:i/>
      <w:iCs/>
      <w:color w:val="685539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0B45"/>
    <w:rPr>
      <w:rFonts w:eastAsiaTheme="majorEastAsia" w:cstheme="majorBidi"/>
      <w:color w:val="685539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0B4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0B4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0B4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0B4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0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0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0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0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0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0B4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5693"/>
    <w:pPr>
      <w:numPr>
        <w:numId w:val="3"/>
      </w:numPr>
      <w:contextualSpacing/>
    </w:pPr>
  </w:style>
  <w:style w:type="character" w:styleId="IntenseEmphasis">
    <w:name w:val="Intense Emphasis"/>
    <w:basedOn w:val="DefaultParagraphFont"/>
    <w:uiPriority w:val="21"/>
    <w:qFormat/>
    <w:rsid w:val="00CD0B45"/>
    <w:rPr>
      <w:i/>
      <w:iCs/>
      <w:color w:val="685539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0B45"/>
    <w:pPr>
      <w:pBdr>
        <w:top w:val="single" w:sz="4" w:space="10" w:color="685539" w:themeColor="accent1" w:themeShade="BF"/>
        <w:bottom w:val="single" w:sz="4" w:space="10" w:color="685539" w:themeColor="accent1" w:themeShade="BF"/>
      </w:pBdr>
      <w:spacing w:before="360" w:after="360"/>
      <w:ind w:left="864" w:right="864"/>
      <w:jc w:val="center"/>
    </w:pPr>
    <w:rPr>
      <w:i/>
      <w:iCs/>
      <w:color w:val="685539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0B45"/>
    <w:rPr>
      <w:i/>
      <w:iCs/>
      <w:color w:val="685539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0B45"/>
    <w:rPr>
      <w:b/>
      <w:bCs/>
      <w:smallCaps/>
      <w:color w:val="685539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D6F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FBE"/>
  </w:style>
  <w:style w:type="paragraph" w:styleId="Footer">
    <w:name w:val="footer"/>
    <w:basedOn w:val="Normal"/>
    <w:link w:val="FooterChar"/>
    <w:uiPriority w:val="99"/>
    <w:unhideWhenUsed/>
    <w:rsid w:val="005050F6"/>
    <w:pPr>
      <w:framePr w:wrap="none" w:vAnchor="text" w:hAnchor="margin" w:xAlign="right" w:y="1"/>
      <w:tabs>
        <w:tab w:val="center" w:pos="4513"/>
        <w:tab w:val="right" w:pos="9026"/>
      </w:tabs>
      <w:spacing w:after="0" w:line="240" w:lineRule="auto"/>
    </w:pPr>
    <w:rPr>
      <w:sz w:val="16"/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5050F6"/>
    <w:rPr>
      <w:rFonts w:ascii="Gill Sans MT" w:hAnsi="Gill Sans MT"/>
      <w:color w:val="262626" w:themeColor="text1" w:themeTint="D9"/>
      <w:sz w:val="16"/>
      <w:szCs w:val="14"/>
    </w:rPr>
  </w:style>
  <w:style w:type="character" w:styleId="Hyperlink">
    <w:name w:val="Hyperlink"/>
    <w:basedOn w:val="DefaultParagraphFont"/>
    <w:uiPriority w:val="99"/>
    <w:unhideWhenUsed/>
    <w:rsid w:val="00467083"/>
    <w:rPr>
      <w:color w:val="00000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7083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5050F6"/>
  </w:style>
  <w:style w:type="table" w:styleId="GridTable5Dark-Accent3">
    <w:name w:val="Grid Table 5 Dark Accent 3"/>
    <w:basedOn w:val="TableNormal"/>
    <w:uiPriority w:val="50"/>
    <w:rsid w:val="003B70C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EE9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FAC92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FAC92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FAC9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FAC92" w:themeFill="accent3"/>
      </w:tcPr>
    </w:tblStylePr>
    <w:tblStylePr w:type="band1Vert">
      <w:tblPr/>
      <w:tcPr>
        <w:shd w:val="clear" w:color="auto" w:fill="E5DDD3" w:themeFill="accent3" w:themeFillTint="66"/>
      </w:tcPr>
    </w:tblStylePr>
    <w:tblStylePr w:type="band1Horz">
      <w:tblPr/>
      <w:tcPr>
        <w:shd w:val="clear" w:color="auto" w:fill="E5DDD3" w:themeFill="accent3" w:themeFillTint="66"/>
      </w:tcPr>
    </w:tblStylePr>
  </w:style>
  <w:style w:type="table" w:styleId="GridTable5Dark-Accent1">
    <w:name w:val="Grid Table 5 Dark Accent 1"/>
    <w:basedOn w:val="TableNormal"/>
    <w:uiPriority w:val="50"/>
    <w:rsid w:val="00E908B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3D8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C734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C734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C73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C734C" w:themeFill="accent1"/>
      </w:tcPr>
    </w:tblStylePr>
    <w:tblStylePr w:type="band1Vert">
      <w:tblPr/>
      <w:tcPr>
        <w:shd w:val="clear" w:color="auto" w:fill="D5C7B2" w:themeFill="accent1" w:themeFillTint="66"/>
      </w:tcPr>
    </w:tblStylePr>
    <w:tblStylePr w:type="band1Horz">
      <w:tblPr/>
      <w:tcPr>
        <w:shd w:val="clear" w:color="auto" w:fill="D5C7B2" w:themeFill="accent1" w:themeFillTint="66"/>
      </w:tcPr>
    </w:tblStylePr>
  </w:style>
  <w:style w:type="table" w:styleId="TableGrid">
    <w:name w:val="Table Grid"/>
    <w:basedOn w:val="TableNormal"/>
    <w:uiPriority w:val="39"/>
    <w:rsid w:val="00E90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E908B7"/>
    <w:pPr>
      <w:spacing w:after="0" w:line="240" w:lineRule="auto"/>
    </w:pPr>
    <w:tblPr>
      <w:tblStyleRowBandSize w:val="1"/>
      <w:tblStyleColBandSize w:val="1"/>
      <w:tblBorders>
        <w:top w:val="single" w:sz="4" w:space="0" w:color="D5C7B2" w:themeColor="accent1" w:themeTint="66"/>
        <w:left w:val="single" w:sz="4" w:space="0" w:color="D5C7B2" w:themeColor="accent1" w:themeTint="66"/>
        <w:bottom w:val="single" w:sz="4" w:space="0" w:color="D5C7B2" w:themeColor="accent1" w:themeTint="66"/>
        <w:right w:val="single" w:sz="4" w:space="0" w:color="D5C7B2" w:themeColor="accent1" w:themeTint="66"/>
        <w:insideH w:val="single" w:sz="4" w:space="0" w:color="D5C7B2" w:themeColor="accent1" w:themeTint="66"/>
        <w:insideV w:val="single" w:sz="4" w:space="0" w:color="D5C7B2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0AC8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AC8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3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NZZR\Downloads\Document%20Template%20UK%20v1.dotx" TargetMode="External"/></Relationships>
</file>

<file path=word/theme/theme1.xml><?xml version="1.0" encoding="utf-8"?>
<a:theme xmlns:a="http://schemas.openxmlformats.org/drawingml/2006/main" name="Office Theme">
  <a:themeElements>
    <a:clrScheme name="UK Visit">
      <a:dk1>
        <a:srgbClr val="000000"/>
      </a:dk1>
      <a:lt1>
        <a:srgbClr val="FFFFFF"/>
      </a:lt1>
      <a:dk2>
        <a:srgbClr val="8C734C"/>
      </a:dk2>
      <a:lt2>
        <a:srgbClr val="FAF5EC"/>
      </a:lt2>
      <a:accent1>
        <a:srgbClr val="8C734C"/>
      </a:accent1>
      <a:accent2>
        <a:srgbClr val="AA926C"/>
      </a:accent2>
      <a:accent3>
        <a:srgbClr val="BFAC92"/>
      </a:accent3>
      <a:accent4>
        <a:srgbClr val="D5C8B6"/>
      </a:accent4>
      <a:accent5>
        <a:srgbClr val="EAE4DA"/>
      </a:accent5>
      <a:accent6>
        <a:srgbClr val="FAF5EC"/>
      </a:accent6>
      <a:hlink>
        <a:srgbClr val="000000"/>
      </a:hlink>
      <a:folHlink>
        <a:srgbClr val="0097A7"/>
      </a:folHlink>
    </a:clrScheme>
    <a:fontScheme name="Gill Sans MT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 Template UK v1.dotx</Template>
  <TotalTime>1</TotalTime>
  <Pages>3</Pages>
  <Words>196</Words>
  <Characters>1189</Characters>
  <Application>Microsoft Office Word</Application>
  <DocSecurity>0</DocSecurity>
  <Lines>75</Lines>
  <Paragraphs>25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Alpesh Parbatani</cp:lastModifiedBy>
  <cp:revision>3</cp:revision>
  <cp:lastPrinted>2026-01-13T12:52:00Z</cp:lastPrinted>
  <dcterms:created xsi:type="dcterms:W3CDTF">1900-01-01T00:00:00Z</dcterms:created>
  <dcterms:modified xsi:type="dcterms:W3CDTF">2026-01-13T12:52:00Z</dcterms:modified>
</cp:coreProperties>
</file>